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370"/>
        <w:gridCol w:w="1116"/>
        <w:gridCol w:w="1156"/>
        <w:gridCol w:w="1349"/>
      </w:tblGrid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E20FF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B7698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Α22-</w:t>
            </w:r>
            <w:r w:rsidR="00B76988" w:rsidRPr="00B7698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Ο2.</w:t>
            </w:r>
            <w:bookmarkStart w:id="0" w:name="_GoBack"/>
            <w:bookmarkEnd w:id="0"/>
            <w:r w:rsidR="00B76988" w:rsidRPr="00B7698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Φορητός Η/Υ Τύπου 01 14"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E60D07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370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B76988" w:rsidRPr="00DF25B3" w:rsidTr="00E60D07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B76988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B76988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Οθόνη</w:t>
            </w:r>
            <w:proofErr w:type="spellEnd"/>
          </w:p>
        </w:tc>
        <w:tc>
          <w:tcPr>
            <w:tcW w:w="1116" w:type="dxa"/>
            <w:vAlign w:val="center"/>
          </w:tcPr>
          <w:p w:rsidR="00B76988" w:rsidRPr="00432CD9" w:rsidRDefault="00B76988" w:rsidP="00B7698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76988" w:rsidRPr="00432CD9" w:rsidRDefault="00B76988" w:rsidP="00B7698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76988" w:rsidRPr="00432CD9" w:rsidRDefault="00B76988" w:rsidP="00B76988">
            <w:r w:rsidRPr="00432CD9">
              <w:t xml:space="preserve"> </w:t>
            </w:r>
          </w:p>
        </w:tc>
      </w:tr>
      <w:tr w:rsidR="00B76988" w:rsidRPr="00DF25B3" w:rsidTr="00E60D07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B76988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B76988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 xml:space="preserve">αγώνιος </w:t>
            </w:r>
            <w:proofErr w:type="spellStart"/>
            <w:r w:rsidRPr="00A8070F">
              <w:rPr>
                <w:lang w:val="en-GB"/>
              </w:rPr>
              <w:t>Οθόνης</w:t>
            </w:r>
            <w:proofErr w:type="spellEnd"/>
            <w:r w:rsidRPr="00A8070F">
              <w:rPr>
                <w:lang w:val="en-GB"/>
              </w:rPr>
              <w:t xml:space="preserve"> 14''</w:t>
            </w:r>
          </w:p>
        </w:tc>
        <w:tc>
          <w:tcPr>
            <w:tcW w:w="1116" w:type="dxa"/>
            <w:vAlign w:val="center"/>
          </w:tcPr>
          <w:p w:rsidR="00B76988" w:rsidRPr="00432CD9" w:rsidRDefault="00B76988" w:rsidP="00B7698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76988" w:rsidRPr="00432CD9" w:rsidRDefault="00B76988" w:rsidP="00B7698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76988" w:rsidRPr="00432CD9" w:rsidRDefault="00B76988" w:rsidP="00B76988">
            <w:r w:rsidRPr="00432CD9">
              <w:t xml:space="preserve"> </w:t>
            </w:r>
          </w:p>
        </w:tc>
      </w:tr>
      <w:tr w:rsidR="00B76988" w:rsidRPr="00DF25B3" w:rsidTr="00E60D07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B76988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B76988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Τύ</w:t>
            </w:r>
            <w:proofErr w:type="spellEnd"/>
            <w:r w:rsidRPr="00A8070F">
              <w:rPr>
                <w:lang w:val="en-GB"/>
              </w:rPr>
              <w:t xml:space="preserve">πος </w:t>
            </w:r>
            <w:proofErr w:type="spellStart"/>
            <w:r w:rsidRPr="00A8070F">
              <w:rPr>
                <w:lang w:val="en-GB"/>
              </w:rPr>
              <w:t>Οθόνης</w:t>
            </w:r>
            <w:proofErr w:type="spellEnd"/>
            <w:r w:rsidRPr="00A8070F">
              <w:rPr>
                <w:lang w:val="en-GB"/>
              </w:rPr>
              <w:t xml:space="preserve"> OLED 120 Hz</w:t>
            </w:r>
          </w:p>
        </w:tc>
        <w:tc>
          <w:tcPr>
            <w:tcW w:w="1116" w:type="dxa"/>
            <w:vAlign w:val="center"/>
          </w:tcPr>
          <w:p w:rsidR="00B76988" w:rsidRPr="00432CD9" w:rsidRDefault="00B76988" w:rsidP="00B7698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76988" w:rsidRPr="00432CD9" w:rsidRDefault="00B76988" w:rsidP="00B7698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76988" w:rsidRPr="00432CD9" w:rsidRDefault="00B76988" w:rsidP="00B76988">
            <w:r w:rsidRPr="00432CD9">
              <w:t xml:space="preserve"> </w:t>
            </w:r>
          </w:p>
        </w:tc>
      </w:tr>
      <w:tr w:rsidR="00B76988" w:rsidRPr="00DF25B3" w:rsidTr="00E60D07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B76988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B76988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Ανάλυση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τουλάχιστον</w:t>
            </w:r>
            <w:proofErr w:type="spellEnd"/>
            <w:r w:rsidRPr="00A8070F">
              <w:rPr>
                <w:lang w:val="en-GB"/>
              </w:rPr>
              <w:t xml:space="preserve">  2880 x 1800</w:t>
            </w:r>
          </w:p>
        </w:tc>
        <w:tc>
          <w:tcPr>
            <w:tcW w:w="1116" w:type="dxa"/>
            <w:vAlign w:val="center"/>
          </w:tcPr>
          <w:p w:rsidR="00B76988" w:rsidRPr="00432CD9" w:rsidRDefault="00B76988" w:rsidP="00B7698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76988" w:rsidRPr="00432CD9" w:rsidRDefault="00B76988" w:rsidP="00B7698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76988" w:rsidRPr="00432CD9" w:rsidRDefault="00B76988" w:rsidP="00B76988">
            <w:r w:rsidRPr="00432CD9">
              <w:t xml:space="preserve"> </w:t>
            </w:r>
          </w:p>
        </w:tc>
      </w:tr>
      <w:tr w:rsidR="00B76988" w:rsidRPr="00DF25B3" w:rsidTr="00E60D07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B76988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B76988">
            <w:pPr>
              <w:rPr>
                <w:lang w:val="en-GB"/>
              </w:rPr>
            </w:pPr>
            <w:r w:rsidRPr="00A8070F">
              <w:rPr>
                <w:lang w:val="en-GB"/>
              </w:rPr>
              <w:t>Επ</w:t>
            </w:r>
            <w:proofErr w:type="spellStart"/>
            <w:r w:rsidRPr="00A8070F">
              <w:rPr>
                <w:lang w:val="en-GB"/>
              </w:rPr>
              <w:t>εξεργ</w:t>
            </w:r>
            <w:proofErr w:type="spellEnd"/>
            <w:r w:rsidRPr="00A8070F">
              <w:rPr>
                <w:lang w:val="en-GB"/>
              </w:rPr>
              <w:t>αστής</w:t>
            </w:r>
          </w:p>
        </w:tc>
        <w:tc>
          <w:tcPr>
            <w:tcW w:w="1116" w:type="dxa"/>
            <w:vAlign w:val="center"/>
          </w:tcPr>
          <w:p w:rsidR="00B76988" w:rsidRPr="00432CD9" w:rsidRDefault="00B76988" w:rsidP="00B7698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76988" w:rsidRPr="00432CD9" w:rsidRDefault="00B76988" w:rsidP="00B7698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76988" w:rsidRPr="00432CD9" w:rsidRDefault="00B76988" w:rsidP="00B76988">
            <w:r w:rsidRPr="00432CD9">
              <w:t xml:space="preserve"> </w:t>
            </w:r>
          </w:p>
        </w:tc>
      </w:tr>
      <w:tr w:rsidR="00B76988" w:rsidRPr="00DF25B3" w:rsidTr="00E60D07">
        <w:trPr>
          <w:trHeight w:val="437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B76988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B76988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Τεχνολογί</w:t>
            </w:r>
            <w:proofErr w:type="spellEnd"/>
            <w:r w:rsidRPr="00A8070F">
              <w:rPr>
                <w:lang w:val="en-GB"/>
              </w:rPr>
              <w:t>α Επ</w:t>
            </w:r>
            <w:proofErr w:type="spellStart"/>
            <w:r w:rsidRPr="00A8070F">
              <w:rPr>
                <w:lang w:val="en-GB"/>
              </w:rPr>
              <w:t>εξεργ</w:t>
            </w:r>
            <w:proofErr w:type="spellEnd"/>
            <w:r w:rsidRPr="00A8070F">
              <w:rPr>
                <w:lang w:val="en-GB"/>
              </w:rPr>
              <w:t>αστή Intel Ultra 7 Processor 155H 1.4 GHz (24MB Cache, up to 4.8 GHz, 16 cores, 22 Threads) ή α</w:t>
            </w:r>
            <w:proofErr w:type="spellStart"/>
            <w:r w:rsidRPr="00A8070F">
              <w:rPr>
                <w:lang w:val="en-GB"/>
              </w:rPr>
              <w:t>ντίστοιχων</w:t>
            </w:r>
            <w:proofErr w:type="spellEnd"/>
            <w:r w:rsidRPr="00A8070F">
              <w:rPr>
                <w:lang w:val="en-GB"/>
              </w:rPr>
              <w:t xml:space="preserve"> (</w:t>
            </w:r>
            <w:proofErr w:type="spellStart"/>
            <w:r w:rsidRPr="00A8070F">
              <w:rPr>
                <w:lang w:val="en-GB"/>
              </w:rPr>
              <w:t>ισοδύν</w:t>
            </w:r>
            <w:proofErr w:type="spellEnd"/>
            <w:r w:rsidRPr="00A8070F">
              <w:rPr>
                <w:lang w:val="en-GB"/>
              </w:rPr>
              <w:t>αμων ή κα</w:t>
            </w:r>
            <w:proofErr w:type="spellStart"/>
            <w:r w:rsidRPr="00A8070F">
              <w:rPr>
                <w:lang w:val="en-GB"/>
              </w:rPr>
              <w:t>λύτερων</w:t>
            </w:r>
            <w:proofErr w:type="spellEnd"/>
            <w:r w:rsidRPr="00A8070F">
              <w:rPr>
                <w:lang w:val="en-GB"/>
              </w:rPr>
              <w:t>) επ</w:t>
            </w:r>
            <w:proofErr w:type="spellStart"/>
            <w:r w:rsidRPr="00A8070F">
              <w:rPr>
                <w:lang w:val="en-GB"/>
              </w:rPr>
              <w:t>ιδόσεων</w:t>
            </w:r>
            <w:proofErr w:type="spellEnd"/>
          </w:p>
        </w:tc>
        <w:tc>
          <w:tcPr>
            <w:tcW w:w="1116" w:type="dxa"/>
            <w:vAlign w:val="center"/>
          </w:tcPr>
          <w:p w:rsidR="00B76988" w:rsidRPr="00432CD9" w:rsidRDefault="00B76988" w:rsidP="00B7698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76988" w:rsidRPr="00432CD9" w:rsidRDefault="00B76988" w:rsidP="00B7698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76988" w:rsidRPr="00432CD9" w:rsidRDefault="00B76988" w:rsidP="00B76988">
            <w:r w:rsidRPr="00432CD9">
              <w:t xml:space="preserve"> </w:t>
            </w:r>
          </w:p>
        </w:tc>
      </w:tr>
      <w:tr w:rsidR="00B76988" w:rsidRPr="00EF62A6" w:rsidTr="00E60D07">
        <w:trPr>
          <w:trHeight w:val="41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B76988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B76988">
            <w:r w:rsidRPr="00A8070F">
              <w:t xml:space="preserve">Ταχύτητα Επεξεργαστή 1,4 </w:t>
            </w:r>
            <w:r w:rsidRPr="00A8070F">
              <w:rPr>
                <w:lang w:val="en-GB"/>
              </w:rPr>
              <w:t>GHz</w:t>
            </w:r>
            <w:r w:rsidRPr="00A8070F">
              <w:t xml:space="preserve"> ή μεγαλύτερη</w:t>
            </w:r>
          </w:p>
        </w:tc>
        <w:tc>
          <w:tcPr>
            <w:tcW w:w="1116" w:type="dxa"/>
            <w:vAlign w:val="center"/>
          </w:tcPr>
          <w:p w:rsidR="00B76988" w:rsidRPr="00432CD9" w:rsidRDefault="00B76988" w:rsidP="00B7698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76988" w:rsidRPr="00432CD9" w:rsidRDefault="00B76988" w:rsidP="00B7698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76988" w:rsidRPr="00432CD9" w:rsidRDefault="00B76988" w:rsidP="00B76988">
            <w:r w:rsidRPr="00432CD9">
              <w:t xml:space="preserve"> </w:t>
            </w:r>
          </w:p>
        </w:tc>
      </w:tr>
      <w:tr w:rsidR="00B76988" w:rsidRPr="00DF25B3" w:rsidTr="00E60D07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B76988">
            <w:pPr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B76988">
            <w:r w:rsidRPr="00A8070F">
              <w:t xml:space="preserve">Αριθμός πυρήνων </w:t>
            </w:r>
            <w:r w:rsidRPr="00A8070F">
              <w:rPr>
                <w:lang w:val="en-GB"/>
              </w:rPr>
              <w:t>E</w:t>
            </w:r>
            <w:proofErr w:type="spellStart"/>
            <w:r w:rsidRPr="00A8070F">
              <w:t>πεξεργαστή</w:t>
            </w:r>
            <w:proofErr w:type="spellEnd"/>
            <w:r w:rsidRPr="00A8070F">
              <w:t xml:space="preserve"> 16 ή περισσότεροι</w:t>
            </w:r>
          </w:p>
        </w:tc>
        <w:tc>
          <w:tcPr>
            <w:tcW w:w="1116" w:type="dxa"/>
            <w:vAlign w:val="center"/>
          </w:tcPr>
          <w:p w:rsidR="00B76988" w:rsidRPr="00432CD9" w:rsidRDefault="00B76988" w:rsidP="00B7698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76988" w:rsidRPr="00432CD9" w:rsidRDefault="00B76988" w:rsidP="00B7698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76988" w:rsidRPr="00432CD9" w:rsidRDefault="00B76988" w:rsidP="00B76988">
            <w:r w:rsidRPr="00432CD9">
              <w:t xml:space="preserve"> </w:t>
            </w:r>
          </w:p>
        </w:tc>
      </w:tr>
      <w:tr w:rsidR="00B76988" w:rsidRPr="00DF25B3" w:rsidTr="00E60D07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B76988">
            <w:pPr>
              <w:rPr>
                <w:lang w:val="en-GB"/>
              </w:rPr>
            </w:pPr>
            <w:r w:rsidRPr="00A8070F">
              <w:rPr>
                <w:lang w:val="en-GB"/>
              </w:rPr>
              <w:t>9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B76988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Μνήμη</w:t>
            </w:r>
            <w:proofErr w:type="spellEnd"/>
          </w:p>
        </w:tc>
        <w:tc>
          <w:tcPr>
            <w:tcW w:w="1116" w:type="dxa"/>
            <w:vAlign w:val="center"/>
          </w:tcPr>
          <w:p w:rsidR="00B76988" w:rsidRPr="00432CD9" w:rsidRDefault="00B76988" w:rsidP="00B7698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76988" w:rsidRPr="00432CD9" w:rsidRDefault="00B76988" w:rsidP="00B7698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76988" w:rsidRPr="00432CD9" w:rsidRDefault="00B76988" w:rsidP="00B76988">
            <w:r w:rsidRPr="00432CD9">
              <w:t xml:space="preserve"> 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B76988" w:rsidRDefault="00B76988" w:rsidP="000968BF">
            <w:r w:rsidRPr="00B76988">
              <w:t xml:space="preserve">Μέγεθος Μνήμης τουλάχιστον 16 </w:t>
            </w:r>
            <w:r w:rsidRPr="00A8070F">
              <w:rPr>
                <w:lang w:val="en-GB"/>
              </w:rPr>
              <w:t>GB</w:t>
            </w:r>
            <w:r w:rsidRPr="00B76988">
              <w:t xml:space="preserve"> -Προτιμητέα 32</w:t>
            </w:r>
            <w:r w:rsidRPr="00A8070F">
              <w:rPr>
                <w:lang w:val="en-GB"/>
              </w:rPr>
              <w:t>GB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Τύ</w:t>
            </w:r>
            <w:proofErr w:type="spellEnd"/>
            <w:r w:rsidRPr="00A8070F">
              <w:rPr>
                <w:lang w:val="en-GB"/>
              </w:rPr>
              <w:t xml:space="preserve">πος </w:t>
            </w:r>
            <w:proofErr w:type="spellStart"/>
            <w:r w:rsidRPr="00A8070F">
              <w:rPr>
                <w:lang w:val="en-GB"/>
              </w:rPr>
              <w:t>Μνήμης</w:t>
            </w:r>
            <w:proofErr w:type="spellEnd"/>
            <w:r w:rsidRPr="00A8070F">
              <w:rPr>
                <w:lang w:val="en-GB"/>
              </w:rPr>
              <w:t xml:space="preserve"> LPDDR5X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Σκληρός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Δίσκος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Χωρητικότητ</w:t>
            </w:r>
            <w:proofErr w:type="spellEnd"/>
            <w:r w:rsidRPr="00A8070F">
              <w:rPr>
                <w:lang w:val="en-GB"/>
              </w:rPr>
              <w:t xml:space="preserve">α </w:t>
            </w:r>
            <w:proofErr w:type="spellStart"/>
            <w:r w:rsidRPr="00A8070F">
              <w:rPr>
                <w:lang w:val="en-GB"/>
              </w:rPr>
              <w:t>τουλάχιστον</w:t>
            </w:r>
            <w:proofErr w:type="spellEnd"/>
            <w:r w:rsidRPr="00A8070F">
              <w:rPr>
                <w:lang w:val="en-GB"/>
              </w:rPr>
              <w:t xml:space="preserve"> 1ΤΒ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o   </w:t>
            </w:r>
            <w:proofErr w:type="spellStart"/>
            <w:r w:rsidRPr="00A8070F">
              <w:rPr>
                <w:lang w:val="en-GB"/>
              </w:rPr>
              <w:t>Τύ</w:t>
            </w:r>
            <w:proofErr w:type="spellEnd"/>
            <w:r w:rsidRPr="00A8070F">
              <w:rPr>
                <w:lang w:val="en-GB"/>
              </w:rPr>
              <w:t xml:space="preserve">πος </w:t>
            </w:r>
            <w:proofErr w:type="spellStart"/>
            <w:r w:rsidRPr="00A8070F">
              <w:rPr>
                <w:lang w:val="en-GB"/>
              </w:rPr>
              <w:t>Δίσκου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PCIe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NVMe</w:t>
            </w:r>
            <w:proofErr w:type="spellEnd"/>
            <w:r w:rsidRPr="00A8070F">
              <w:rPr>
                <w:lang w:val="en-GB"/>
              </w:rPr>
              <w:t xml:space="preserve"> M.2 SSD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Κάρτ</w:t>
            </w:r>
            <w:proofErr w:type="spellEnd"/>
            <w:r w:rsidRPr="00A8070F">
              <w:rPr>
                <w:lang w:val="en-GB"/>
              </w:rPr>
              <w:t xml:space="preserve">α </w:t>
            </w:r>
            <w:proofErr w:type="spellStart"/>
            <w:r w:rsidRPr="00A8070F">
              <w:rPr>
                <w:lang w:val="en-GB"/>
              </w:rPr>
              <w:t>γρ</w:t>
            </w:r>
            <w:proofErr w:type="spellEnd"/>
            <w:r w:rsidRPr="00A8070F">
              <w:rPr>
                <w:lang w:val="en-GB"/>
              </w:rPr>
              <w:t>αφικών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B76988" w:rsidRDefault="00B76988" w:rsidP="000968BF">
            <w:r w:rsidRPr="00B76988">
              <w:t>Τύπος Κάρτας Γραφικών: ενσωματωμένη στον επεξεργαστή κάρτα γραφικών ή αυτόνομη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B76988" w:rsidRDefault="00B76988" w:rsidP="000968BF">
            <w:r w:rsidRPr="00B76988">
              <w:t xml:space="preserve">Μοντέλο Κάρτας Γραφικών: </w:t>
            </w:r>
            <w:r w:rsidRPr="00A8070F">
              <w:rPr>
                <w:lang w:val="en-GB"/>
              </w:rPr>
              <w:t>Intel</w:t>
            </w:r>
            <w:r w:rsidRPr="00B76988">
              <w:t xml:space="preserve"> </w:t>
            </w:r>
            <w:r w:rsidRPr="00A8070F">
              <w:rPr>
                <w:lang w:val="en-GB"/>
              </w:rPr>
              <w:t>Arc</w:t>
            </w:r>
            <w:r w:rsidRPr="00B76988">
              <w:t xml:space="preserve"> </w:t>
            </w:r>
            <w:r w:rsidRPr="00A8070F">
              <w:rPr>
                <w:lang w:val="en-GB"/>
              </w:rPr>
              <w:t>Graphics</w:t>
            </w:r>
            <w:r w:rsidRPr="00B76988">
              <w:t xml:space="preserve"> ή </w:t>
            </w:r>
            <w:proofErr w:type="spellStart"/>
            <w:r w:rsidRPr="00B76988">
              <w:t>αντιστοιχων</w:t>
            </w:r>
            <w:proofErr w:type="spellEnd"/>
            <w:r w:rsidRPr="00B76988">
              <w:t xml:space="preserve"> επιδόσεων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B76988" w:rsidRDefault="00B76988" w:rsidP="000968BF">
            <w:r w:rsidRPr="00B76988">
              <w:t>Μνήμη Κάρτας Γραφικών διαμοιραζόμενη ή αυτόνομη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19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Πολυμέσ</w:t>
            </w:r>
            <w:proofErr w:type="spellEnd"/>
            <w:r w:rsidRPr="00A8070F">
              <w:rPr>
                <w:lang w:val="en-GB"/>
              </w:rPr>
              <w:t>α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20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B76988" w:rsidRDefault="00B76988" w:rsidP="000968BF">
            <w:pPr>
              <w:rPr>
                <w:lang w:val="en-GB"/>
              </w:rPr>
            </w:pPr>
            <w:proofErr w:type="spellStart"/>
            <w:r w:rsidRPr="00B76988">
              <w:rPr>
                <w:lang w:val="en-GB"/>
              </w:rPr>
              <w:t>WebCam</w:t>
            </w:r>
            <w:proofErr w:type="spellEnd"/>
            <w:r w:rsidRPr="00B76988">
              <w:rPr>
                <w:lang w:val="en-GB"/>
              </w:rPr>
              <w:t xml:space="preserve"> 1080p FHD Camera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21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Αριθμός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Ηχείων</w:t>
            </w:r>
            <w:proofErr w:type="spellEnd"/>
            <w:r w:rsidRPr="00A8070F">
              <w:rPr>
                <w:lang w:val="en-GB"/>
              </w:rPr>
              <w:t xml:space="preserve"> 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22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Δίκτυ</w:t>
            </w:r>
            <w:proofErr w:type="spellEnd"/>
            <w:r w:rsidRPr="00A8070F">
              <w:rPr>
                <w:lang w:val="en-GB"/>
              </w:rPr>
              <w:t>α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23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B76988" w:rsidRDefault="00B76988" w:rsidP="000968BF">
            <w:pPr>
              <w:rPr>
                <w:lang w:val="en-GB"/>
              </w:rPr>
            </w:pPr>
            <w:proofErr w:type="spellStart"/>
            <w:r w:rsidRPr="00B76988">
              <w:rPr>
                <w:lang w:val="en-GB"/>
              </w:rPr>
              <w:t>WiFi</w:t>
            </w:r>
            <w:proofErr w:type="spellEnd"/>
            <w:r w:rsidRPr="00B76988">
              <w:rPr>
                <w:lang w:val="en-GB"/>
              </w:rPr>
              <w:t xml:space="preserve"> Wi-Fi 6E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24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Bluetooth 5.0 η </w:t>
            </w:r>
            <w:proofErr w:type="spellStart"/>
            <w:r w:rsidRPr="00A8070F">
              <w:rPr>
                <w:lang w:val="en-GB"/>
              </w:rPr>
              <w:t>νεότερο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25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Συνδέσεις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lastRenderedPageBreak/>
              <w:t>26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B76988" w:rsidRDefault="00B76988" w:rsidP="000968BF">
            <w:pPr>
              <w:rPr>
                <w:lang w:val="en-GB"/>
              </w:rPr>
            </w:pPr>
            <w:r w:rsidRPr="00B76988">
              <w:rPr>
                <w:lang w:val="en-GB"/>
              </w:rPr>
              <w:t xml:space="preserve">1x USB 3.2 Gen 1 Type-A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27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2x Thunderbolt 4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28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Έξοδοι</w:t>
            </w:r>
            <w:proofErr w:type="spellEnd"/>
            <w:r w:rsidRPr="00A8070F">
              <w:rPr>
                <w:lang w:val="en-GB"/>
              </w:rPr>
              <w:t>/</w:t>
            </w:r>
            <w:proofErr w:type="spellStart"/>
            <w:r w:rsidRPr="00A8070F">
              <w:rPr>
                <w:lang w:val="en-GB"/>
              </w:rPr>
              <w:t>Είσοδοι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ήχου</w:t>
            </w:r>
            <w:proofErr w:type="spellEnd"/>
            <w:r w:rsidRPr="00A8070F">
              <w:rPr>
                <w:lang w:val="en-GB"/>
              </w:rPr>
              <w:t xml:space="preserve"> Combo 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29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B76988" w:rsidRDefault="00B76988" w:rsidP="000968BF">
            <w:r w:rsidRPr="00B76988">
              <w:t xml:space="preserve">Έξοδοι Εικόνας </w:t>
            </w:r>
            <w:r w:rsidRPr="00A8070F">
              <w:rPr>
                <w:lang w:val="en-GB"/>
              </w:rPr>
              <w:t>HDMI</w:t>
            </w:r>
            <w:r w:rsidRPr="00B76988">
              <w:t xml:space="preserve"> 1</w:t>
            </w:r>
            <w:r w:rsidRPr="00A8070F">
              <w:rPr>
                <w:lang w:val="en-GB"/>
              </w:rPr>
              <w:t>x</w:t>
            </w:r>
            <w:r w:rsidRPr="00B76988">
              <w:t xml:space="preserve"> </w:t>
            </w:r>
            <w:r w:rsidRPr="00A8070F">
              <w:rPr>
                <w:lang w:val="en-GB"/>
              </w:rPr>
              <w:t>HDMI</w:t>
            </w:r>
            <w:r w:rsidRPr="00B76988">
              <w:t xml:space="preserve"> 2.1 </w:t>
            </w:r>
            <w:r w:rsidRPr="00A8070F">
              <w:rPr>
                <w:lang w:val="en-GB"/>
              </w:rPr>
              <w:t>TMDS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30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Μπατα</w:t>
            </w:r>
            <w:proofErr w:type="spellStart"/>
            <w:r w:rsidRPr="00A8070F">
              <w:rPr>
                <w:lang w:val="en-GB"/>
              </w:rPr>
              <w:t>ρί</w:t>
            </w:r>
            <w:proofErr w:type="spellEnd"/>
            <w:r w:rsidRPr="00A8070F">
              <w:rPr>
                <w:lang w:val="en-GB"/>
              </w:rPr>
              <w:t>α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31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B76988" w:rsidRDefault="00B76988" w:rsidP="000968BF">
            <w:r w:rsidRPr="00B76988">
              <w:t xml:space="preserve">Τύπος Μπαταρίας </w:t>
            </w:r>
            <w:r w:rsidRPr="00A8070F">
              <w:rPr>
                <w:lang w:val="en-GB"/>
              </w:rPr>
              <w:t>Li</w:t>
            </w:r>
            <w:r w:rsidRPr="00B76988">
              <w:t>-</w:t>
            </w:r>
            <w:r w:rsidRPr="00A8070F">
              <w:rPr>
                <w:lang w:val="en-GB"/>
              </w:rPr>
              <w:t>Ion</w:t>
            </w:r>
            <w:r w:rsidRPr="00B76988">
              <w:t xml:space="preserve"> &gt;=70</w:t>
            </w:r>
            <w:proofErr w:type="spellStart"/>
            <w:r w:rsidRPr="00A8070F">
              <w:rPr>
                <w:lang w:val="en-GB"/>
              </w:rPr>
              <w:t>Wh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32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Software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33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B76988" w:rsidRDefault="00B76988" w:rsidP="000968BF">
            <w:r w:rsidRPr="00B76988">
              <w:t xml:space="preserve">Λειτουργικό Σύστημα </w:t>
            </w:r>
            <w:r w:rsidRPr="00A8070F">
              <w:rPr>
                <w:lang w:val="en-GB"/>
              </w:rPr>
              <w:t>Windows</w:t>
            </w:r>
            <w:r w:rsidRPr="00B76988">
              <w:t xml:space="preserve"> 11 </w:t>
            </w:r>
            <w:r w:rsidRPr="00A8070F">
              <w:rPr>
                <w:lang w:val="en-GB"/>
              </w:rPr>
              <w:t>HOME</w:t>
            </w:r>
            <w:r w:rsidRPr="00B76988">
              <w:t xml:space="preserve"> η </w:t>
            </w:r>
            <w:r w:rsidRPr="00A8070F">
              <w:rPr>
                <w:lang w:val="en-GB"/>
              </w:rPr>
              <w:t>PRO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34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 xml:space="preserve">αστάσεις και </w:t>
            </w:r>
            <w:proofErr w:type="spellStart"/>
            <w:r w:rsidRPr="00A8070F">
              <w:rPr>
                <w:lang w:val="en-GB"/>
              </w:rPr>
              <w:t>Βάρος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35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Βάρος</w:t>
            </w:r>
            <w:proofErr w:type="spellEnd"/>
            <w:r w:rsidRPr="00A8070F">
              <w:rPr>
                <w:lang w:val="en-GB"/>
              </w:rPr>
              <w:t xml:space="preserve">  ≤ 1,3 kg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36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Μήκος</w:t>
            </w:r>
            <w:proofErr w:type="spellEnd"/>
            <w:r w:rsidRPr="00A8070F">
              <w:rPr>
                <w:lang w:val="en-GB"/>
              </w:rPr>
              <w:t xml:space="preserve"> ≤ 32cm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37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Πλάτος</w:t>
            </w:r>
            <w:proofErr w:type="spellEnd"/>
            <w:r w:rsidRPr="00A8070F">
              <w:rPr>
                <w:lang w:val="en-GB"/>
              </w:rPr>
              <w:t xml:space="preserve"> ≤23 cm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38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Ύψος</w:t>
            </w:r>
            <w:proofErr w:type="spellEnd"/>
            <w:r w:rsidRPr="00A8070F">
              <w:rPr>
                <w:lang w:val="en-GB"/>
              </w:rPr>
              <w:t xml:space="preserve"> ≤ 1,8 cm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39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Πληκτρολόγιο</w:t>
            </w:r>
            <w:proofErr w:type="spellEnd"/>
            <w:r w:rsidRPr="00A8070F">
              <w:rPr>
                <w:lang w:val="en-GB"/>
              </w:rPr>
              <w:t xml:space="preserve">: GR EN </w:t>
            </w:r>
            <w:proofErr w:type="spellStart"/>
            <w:r w:rsidRPr="00A8070F">
              <w:rPr>
                <w:lang w:val="en-GB"/>
              </w:rPr>
              <w:t>φωτιζόμενο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  <w:tr w:rsidR="00B76988" w:rsidRPr="00A8070F" w:rsidTr="00B7698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40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6988" w:rsidRPr="00A8070F" w:rsidRDefault="00B76988" w:rsidP="000968BF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Εγγύηση</w:t>
            </w:r>
            <w:proofErr w:type="spellEnd"/>
            <w:r w:rsidRPr="00A8070F">
              <w:rPr>
                <w:lang w:val="en-GB"/>
              </w:rPr>
              <w:t xml:space="preserve"> &gt;= 2ΕΤΩΝ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6988" w:rsidRPr="00B76988" w:rsidRDefault="00B76988" w:rsidP="00B76988">
            <w:pPr>
              <w:jc w:val="center"/>
            </w:pPr>
            <w:r w:rsidRPr="00B76988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6988" w:rsidRPr="00B76988" w:rsidRDefault="00B76988" w:rsidP="000968BF">
            <w:r w:rsidRPr="00B76988">
              <w:t> </w:t>
            </w:r>
          </w:p>
        </w:tc>
      </w:tr>
    </w:tbl>
    <w:p w:rsidR="00EB2777" w:rsidRDefault="00EB2777" w:rsidP="00B76988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24390"/>
    <w:rsid w:val="0015565B"/>
    <w:rsid w:val="00185D15"/>
    <w:rsid w:val="00185E48"/>
    <w:rsid w:val="001E6292"/>
    <w:rsid w:val="00250C6D"/>
    <w:rsid w:val="002F7643"/>
    <w:rsid w:val="00343475"/>
    <w:rsid w:val="003E5046"/>
    <w:rsid w:val="00406FB0"/>
    <w:rsid w:val="00475756"/>
    <w:rsid w:val="004B2EA7"/>
    <w:rsid w:val="004E63BF"/>
    <w:rsid w:val="00524A15"/>
    <w:rsid w:val="005552FE"/>
    <w:rsid w:val="00591317"/>
    <w:rsid w:val="00592D2F"/>
    <w:rsid w:val="00593FA3"/>
    <w:rsid w:val="006C353C"/>
    <w:rsid w:val="007420FC"/>
    <w:rsid w:val="00753C81"/>
    <w:rsid w:val="008040B9"/>
    <w:rsid w:val="008853AB"/>
    <w:rsid w:val="009735EA"/>
    <w:rsid w:val="009809F1"/>
    <w:rsid w:val="00997F72"/>
    <w:rsid w:val="00A0291C"/>
    <w:rsid w:val="00A3021C"/>
    <w:rsid w:val="00A30A4C"/>
    <w:rsid w:val="00A40B4A"/>
    <w:rsid w:val="00B317A9"/>
    <w:rsid w:val="00B330EB"/>
    <w:rsid w:val="00B76988"/>
    <w:rsid w:val="00C65E37"/>
    <w:rsid w:val="00C8287A"/>
    <w:rsid w:val="00C86AD9"/>
    <w:rsid w:val="00E20FFF"/>
    <w:rsid w:val="00E50C36"/>
    <w:rsid w:val="00E56EDD"/>
    <w:rsid w:val="00E57686"/>
    <w:rsid w:val="00E60D07"/>
    <w:rsid w:val="00EB2777"/>
    <w:rsid w:val="00F41BA0"/>
    <w:rsid w:val="00F74D6C"/>
    <w:rsid w:val="00FB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B6C2B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1</TotalTime>
  <Pages>2</Pages>
  <Words>267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2025-09-10T07:19:00Z</dcterms:created>
  <dcterms:modified xsi:type="dcterms:W3CDTF">2025-09-10T11:35:00Z</dcterms:modified>
</cp:coreProperties>
</file>